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AA6" w:rsidRPr="005C3AA6" w:rsidRDefault="005C3AA6" w:rsidP="005C3AA6">
      <w:pPr>
        <w:jc w:val="center"/>
        <w:rPr>
          <w:i/>
          <w:lang w:val="fr-FR"/>
        </w:rPr>
      </w:pPr>
      <w:r w:rsidRPr="005C3AA6">
        <w:rPr>
          <w:i/>
          <w:sz w:val="56"/>
          <w:lang w:val="fr-FR"/>
        </w:rPr>
        <w:t>Si j’avais un nouvel ordinateur…</w:t>
      </w:r>
    </w:p>
    <w:p w:rsidR="003754BD" w:rsidRDefault="00AA6C4F">
      <w:r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EC5D07F" wp14:editId="05DC9C17">
                <wp:simplePos x="0" y="0"/>
                <wp:positionH relativeFrom="column">
                  <wp:posOffset>6175375</wp:posOffset>
                </wp:positionH>
                <wp:positionV relativeFrom="paragraph">
                  <wp:posOffset>2971800</wp:posOffset>
                </wp:positionV>
                <wp:extent cx="2162175" cy="552450"/>
                <wp:effectExtent l="0" t="0" r="28575" b="19050"/>
                <wp:wrapNone/>
                <wp:docPr id="1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3754BD" w:rsidP="003754BD">
                            <w:pPr>
                              <w:pStyle w:val="BodyText2"/>
                              <w:jc w:val="left"/>
                              <w:rPr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A44C43">
                              <w:rPr>
                                <w:sz w:val="20"/>
                              </w:rPr>
                              <w:t>Cédrine</w:t>
                            </w:r>
                            <w:proofErr w:type="spellEnd"/>
                            <w:r w:rsidRPr="00A44C43">
                              <w:rPr>
                                <w:sz w:val="20"/>
                              </w:rPr>
                              <w:t xml:space="preserve"> et Aurélie</w:t>
                            </w:r>
                            <w:r w:rsidR="00AA6C4F">
                              <w:rPr>
                                <w:sz w:val="20"/>
                              </w:rPr>
                              <w:t xml:space="preserve"> </w:t>
                            </w:r>
                            <w:r w:rsidRPr="00A44C43">
                              <w:rPr>
                                <w:sz w:val="20"/>
                              </w:rPr>
                              <w:t>______</w:t>
                            </w:r>
                            <w:r>
                              <w:rPr>
                                <w:sz w:val="20"/>
                              </w:rPr>
                              <w:t>_______</w:t>
                            </w:r>
                            <w:r w:rsidR="00AA6C4F">
                              <w:rPr>
                                <w:sz w:val="20"/>
                              </w:rPr>
                              <w:t xml:space="preserve"> </w:t>
                            </w:r>
                            <w:r w:rsidRPr="00A44C43">
                              <w:rPr>
                                <w:sz w:val="20"/>
                              </w:rPr>
                              <w:t>(</w:t>
                            </w:r>
                            <w:r w:rsidR="00AA6C4F">
                              <w:rPr>
                                <w:sz w:val="20"/>
                              </w:rPr>
                              <w:t>poster</w:t>
                            </w:r>
                            <w:r w:rsidRPr="00A44C43">
                              <w:rPr>
                                <w:sz w:val="20"/>
                              </w:rPr>
                              <w:t xml:space="preserve">) </w:t>
                            </w:r>
                            <w:r w:rsidR="00AA6C4F">
                              <w:rPr>
                                <w:sz w:val="20"/>
                              </w:rPr>
                              <w:t>des photos de nous sur Facebook</w:t>
                            </w:r>
                            <w:r w:rsidRPr="00A44C43">
                              <w:rPr>
                                <w:sz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86.25pt;margin-top:234pt;width:170.25pt;height:43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">
                <v:textbox>
                  <w:txbxContent>
                    <w:p w:rsidR="003754BD" w:rsidRPr="00A44C43" w:rsidRDefault="003754BD" w:rsidP="003754BD">
                      <w:pPr>
                        <w:pStyle w:val="BodyText2"/>
                        <w:jc w:val="left"/>
                        <w:rPr>
                          <w:sz w:val="20"/>
                          <w:u w:val="single"/>
                        </w:rPr>
                      </w:pPr>
                      <w:proofErr w:type="spellStart"/>
                      <w:r w:rsidRPr="00A44C43">
                        <w:rPr>
                          <w:sz w:val="20"/>
                        </w:rPr>
                        <w:t>Cédrine</w:t>
                      </w:r>
                      <w:proofErr w:type="spellEnd"/>
                      <w:r w:rsidRPr="00A44C43">
                        <w:rPr>
                          <w:sz w:val="20"/>
                        </w:rPr>
                        <w:t xml:space="preserve"> et Aurélie</w:t>
                      </w:r>
                      <w:r w:rsidR="00AA6C4F">
                        <w:rPr>
                          <w:sz w:val="20"/>
                        </w:rPr>
                        <w:t xml:space="preserve"> </w:t>
                      </w:r>
                      <w:r w:rsidRPr="00A44C43">
                        <w:rPr>
                          <w:sz w:val="20"/>
                        </w:rPr>
                        <w:t>______</w:t>
                      </w:r>
                      <w:r>
                        <w:rPr>
                          <w:sz w:val="20"/>
                        </w:rPr>
                        <w:t>_______</w:t>
                      </w:r>
                      <w:r w:rsidR="00AA6C4F">
                        <w:rPr>
                          <w:sz w:val="20"/>
                        </w:rPr>
                        <w:t xml:space="preserve"> </w:t>
                      </w:r>
                      <w:r w:rsidRPr="00A44C43">
                        <w:rPr>
                          <w:sz w:val="20"/>
                        </w:rPr>
                        <w:t>(</w:t>
                      </w:r>
                      <w:r w:rsidR="00AA6C4F">
                        <w:rPr>
                          <w:sz w:val="20"/>
                        </w:rPr>
                        <w:t>poster</w:t>
                      </w:r>
                      <w:r w:rsidRPr="00A44C43">
                        <w:rPr>
                          <w:sz w:val="20"/>
                        </w:rPr>
                        <w:t xml:space="preserve">) </w:t>
                      </w:r>
                      <w:r w:rsidR="00AA6C4F">
                        <w:rPr>
                          <w:sz w:val="20"/>
                        </w:rPr>
                        <w:t>des photos de nous sur Facebook</w:t>
                      </w:r>
                      <w:r w:rsidRPr="00A44C43">
                        <w:rPr>
                          <w:sz w:val="20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3D414ED" wp14:editId="4A337C06">
                <wp:simplePos x="0" y="0"/>
                <wp:positionH relativeFrom="column">
                  <wp:posOffset>1033145</wp:posOffset>
                </wp:positionH>
                <wp:positionV relativeFrom="paragraph">
                  <wp:posOffset>1033145</wp:posOffset>
                </wp:positionV>
                <wp:extent cx="1934210" cy="562610"/>
                <wp:effectExtent l="13970" t="13970" r="13970" b="13970"/>
                <wp:wrapNone/>
                <wp:docPr id="2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4210" cy="562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5C3AA6" w:rsidP="003754BD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lang w:val="fr-FR"/>
                              </w:rPr>
                              <w:t>mes</w:t>
                            </w:r>
                            <w:proofErr w:type="gramEnd"/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3833A8">
                              <w:rPr>
                                <w:sz w:val="20"/>
                                <w:lang w:val="fr-FR"/>
                              </w:rPr>
                              <w:t xml:space="preserve">amis 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>__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_________________ (jouer)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tout le temps aux jeux vidéo chez moi.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81.35pt;margin-top:81.35pt;width:152.3pt;height:44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">
                <v:textbox>
                  <w:txbxContent>
                    <w:p w:rsidR="003754BD" w:rsidRPr="00A44C43" w:rsidRDefault="005C3AA6" w:rsidP="003754BD">
                      <w:pPr>
                        <w:rPr>
                          <w:sz w:val="20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lang w:val="fr-FR"/>
                        </w:rPr>
                        <w:t>mes</w:t>
                      </w:r>
                      <w:proofErr w:type="gramEnd"/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3833A8">
                        <w:rPr>
                          <w:sz w:val="20"/>
                          <w:lang w:val="fr-FR"/>
                        </w:rPr>
                        <w:t xml:space="preserve">amis </w:t>
                      </w:r>
                      <w:r w:rsidR="003754BD">
                        <w:rPr>
                          <w:sz w:val="20"/>
                          <w:lang w:val="fr-FR"/>
                        </w:rPr>
                        <w:t>__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_________________ (jouer) </w:t>
                      </w:r>
                      <w:r>
                        <w:rPr>
                          <w:sz w:val="20"/>
                          <w:lang w:val="fr-FR"/>
                        </w:rPr>
                        <w:t>tout le temps aux jeux vidéo chez moi.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429C74D" wp14:editId="41CF95A3">
                <wp:simplePos x="0" y="0"/>
                <wp:positionH relativeFrom="column">
                  <wp:posOffset>6972300</wp:posOffset>
                </wp:positionH>
                <wp:positionV relativeFrom="paragraph">
                  <wp:posOffset>1028700</wp:posOffset>
                </wp:positionV>
                <wp:extent cx="1710055" cy="457200"/>
                <wp:effectExtent l="9525" t="9525" r="13970" b="9525"/>
                <wp:wrapNone/>
                <wp:docPr id="2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05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AA6C4F" w:rsidP="003754BD">
                            <w:pPr>
                              <w:pStyle w:val="BodyText"/>
                              <w:rPr>
                                <w:sz w:val="2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lang w:val="fr-FR"/>
                              </w:rPr>
                              <w:t>je</w:t>
                            </w:r>
                            <w:proofErr w:type="gramEnd"/>
                            <w:r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_________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>_____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___ (devenir)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très reconnaissant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549pt;margin-top:81pt;width:134.65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">
                <v:textbox>
                  <w:txbxContent>
                    <w:p w:rsidR="003754BD" w:rsidRPr="00A44C43" w:rsidRDefault="00AA6C4F" w:rsidP="003754BD">
                      <w:pPr>
                        <w:pStyle w:val="BodyText"/>
                        <w:rPr>
                          <w:sz w:val="20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lang w:val="fr-FR"/>
                        </w:rPr>
                        <w:t>je</w:t>
                      </w:r>
                      <w:proofErr w:type="gramEnd"/>
                      <w:r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_________</w:t>
                      </w:r>
                      <w:r w:rsidR="003754BD">
                        <w:rPr>
                          <w:sz w:val="20"/>
                          <w:lang w:val="fr-FR"/>
                        </w:rPr>
                        <w:t>_____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___ (devenir) </w:t>
                      </w:r>
                      <w:r>
                        <w:rPr>
                          <w:sz w:val="20"/>
                          <w:lang w:val="fr-FR"/>
                        </w:rPr>
                        <w:t>très reconnaissant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AC5EB0" wp14:editId="16B962ED">
                <wp:simplePos x="0" y="0"/>
                <wp:positionH relativeFrom="column">
                  <wp:posOffset>7086600</wp:posOffset>
                </wp:positionH>
                <wp:positionV relativeFrom="paragraph">
                  <wp:posOffset>457200</wp:posOffset>
                </wp:positionV>
                <wp:extent cx="1819275" cy="452120"/>
                <wp:effectExtent l="9525" t="9525" r="9525" b="5080"/>
                <wp:wrapNone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7D31A0" w:rsidRDefault="00AA6C4F" w:rsidP="003754BD">
                            <w:pPr>
                              <w:pStyle w:val="BodyText"/>
                              <w:rPr>
                                <w:sz w:val="2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lang w:val="fr-FR"/>
                              </w:rPr>
                              <w:t>j</w:t>
                            </w:r>
                            <w:proofErr w:type="gramEnd"/>
                            <w:r w:rsidR="003754BD">
                              <w:rPr>
                                <w:sz w:val="20"/>
                                <w:lang w:val="fr-FR"/>
                              </w:rPr>
                              <w:t xml:space="preserve">’  ___________________ (danser)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avec joie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9" style="position:absolute;margin-left:558pt;margin-top:36pt;width:143.25pt;height:35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">
                <v:textbox>
                  <w:txbxContent>
                    <w:p w:rsidR="003754BD" w:rsidRPr="007D31A0" w:rsidRDefault="00AA6C4F" w:rsidP="003754BD">
                      <w:pPr>
                        <w:pStyle w:val="BodyText"/>
                        <w:rPr>
                          <w:sz w:val="20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lang w:val="fr-FR"/>
                        </w:rPr>
                        <w:t>j</w:t>
                      </w:r>
                      <w:proofErr w:type="gramEnd"/>
                      <w:r w:rsidR="003754BD">
                        <w:rPr>
                          <w:sz w:val="20"/>
                          <w:lang w:val="fr-FR"/>
                        </w:rPr>
                        <w:t xml:space="preserve">’  ___________________ (danser) </w:t>
                      </w:r>
                      <w:r>
                        <w:rPr>
                          <w:sz w:val="20"/>
                          <w:lang w:val="fr-FR"/>
                        </w:rPr>
                        <w:t>avec joie !</w:t>
                      </w:r>
                    </w:p>
                  </w:txbxContent>
                </v:textbox>
              </v:rect>
            </w:pict>
          </mc:Fallback>
        </mc:AlternateContent>
      </w:r>
      <w:r w:rsidR="00BB6522">
        <w:rPr>
          <w:noProof/>
          <w:sz w:val="20"/>
          <w:lang w:val="fr-FR" w:eastAsia="fr-FR"/>
        </w:rPr>
        <w:drawing>
          <wp:anchor distT="0" distB="0" distL="114300" distR="114300" simplePos="0" relativeHeight="251661824" behindDoc="0" locked="0" layoutInCell="1" allowOverlap="1" wp14:anchorId="6114E188" wp14:editId="791D0A86">
            <wp:simplePos x="0" y="0"/>
            <wp:positionH relativeFrom="column">
              <wp:posOffset>5257800</wp:posOffset>
            </wp:positionH>
            <wp:positionV relativeFrom="paragraph">
              <wp:posOffset>-342900</wp:posOffset>
            </wp:positionV>
            <wp:extent cx="1371600" cy="921385"/>
            <wp:effectExtent l="19050" t="0" r="0" b="0"/>
            <wp:wrapSquare wrapText="bothSides"/>
            <wp:docPr id="16" name="Picture 16" descr="j0140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j014063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2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29BB00" wp14:editId="5DF7E6A9">
                <wp:simplePos x="0" y="0"/>
                <wp:positionH relativeFrom="column">
                  <wp:posOffset>6519545</wp:posOffset>
                </wp:positionH>
                <wp:positionV relativeFrom="paragraph">
                  <wp:posOffset>1714500</wp:posOffset>
                </wp:positionV>
                <wp:extent cx="2047875" cy="457200"/>
                <wp:effectExtent l="13970" t="9525" r="5080" b="9525"/>
                <wp:wrapNone/>
                <wp:docPr id="1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AA6C4F" w:rsidP="003754BD">
                            <w:pPr>
                              <w:pStyle w:val="BodyText2"/>
                              <w:jc w:val="left"/>
                              <w:rPr>
                                <w:sz w:val="20"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mes</w:t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 xml:space="preserve"> amis</w:t>
                            </w:r>
                            <w:r w:rsidR="003754BD" w:rsidRPr="00A44C43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m’</w:t>
                            </w:r>
                            <w:r w:rsidR="003754BD" w:rsidRPr="00A44C43">
                              <w:rPr>
                                <w:sz w:val="20"/>
                              </w:rPr>
                              <w:t>___________ (</w:t>
                            </w:r>
                            <w:r>
                              <w:rPr>
                                <w:sz w:val="20"/>
                              </w:rPr>
                              <w:t>aider</w:t>
                            </w:r>
                            <w:r w:rsidR="003754BD" w:rsidRPr="00A44C43">
                              <w:rPr>
                                <w:sz w:val="20"/>
                              </w:rPr>
                              <w:t xml:space="preserve">) </w:t>
                            </w:r>
                            <w:r w:rsidR="003754BD">
                              <w:rPr>
                                <w:sz w:val="20"/>
                              </w:rPr>
                              <w:t xml:space="preserve">à </w:t>
                            </w:r>
                            <w:r>
                              <w:rPr>
                                <w:sz w:val="20"/>
                              </w:rPr>
                              <w:t>savoir comment l’utiliser</w:t>
                            </w:r>
                            <w:r w:rsidR="003754BD" w:rsidRPr="00A44C43"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513.35pt;margin-top:135pt;width:161.2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">
                <v:textbox>
                  <w:txbxContent>
                    <w:p w:rsidR="003754BD" w:rsidRPr="00A44C43" w:rsidRDefault="00AA6C4F" w:rsidP="003754BD">
                      <w:pPr>
                        <w:pStyle w:val="BodyText2"/>
                        <w:jc w:val="left"/>
                        <w:rPr>
                          <w:sz w:val="20"/>
                          <w:u w:val="single"/>
                        </w:rPr>
                      </w:pPr>
                      <w:proofErr w:type="gramStart"/>
                      <w:r>
                        <w:rPr>
                          <w:sz w:val="20"/>
                        </w:rPr>
                        <w:t>mes</w:t>
                      </w:r>
                      <w:proofErr w:type="gramEnd"/>
                      <w:r>
                        <w:rPr>
                          <w:sz w:val="20"/>
                        </w:rPr>
                        <w:t xml:space="preserve"> amis</w:t>
                      </w:r>
                      <w:r w:rsidR="003754BD" w:rsidRPr="00A44C43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m’</w:t>
                      </w:r>
                      <w:r w:rsidR="003754BD" w:rsidRPr="00A44C43">
                        <w:rPr>
                          <w:sz w:val="20"/>
                        </w:rPr>
                        <w:t>___________ (</w:t>
                      </w:r>
                      <w:r>
                        <w:rPr>
                          <w:sz w:val="20"/>
                        </w:rPr>
                        <w:t>aider</w:t>
                      </w:r>
                      <w:r w:rsidR="003754BD" w:rsidRPr="00A44C43">
                        <w:rPr>
                          <w:sz w:val="20"/>
                        </w:rPr>
                        <w:t xml:space="preserve">) </w:t>
                      </w:r>
                      <w:r w:rsidR="003754BD">
                        <w:rPr>
                          <w:sz w:val="20"/>
                        </w:rPr>
                        <w:t xml:space="preserve">à </w:t>
                      </w:r>
                      <w:r>
                        <w:rPr>
                          <w:sz w:val="20"/>
                        </w:rPr>
                        <w:t>savoir comment l’utiliser</w:t>
                      </w:r>
                      <w:r w:rsidR="003754BD" w:rsidRPr="00A44C43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8BE4F" wp14:editId="0989992C">
                <wp:simplePos x="0" y="0"/>
                <wp:positionH relativeFrom="column">
                  <wp:posOffset>6290945</wp:posOffset>
                </wp:positionH>
                <wp:positionV relativeFrom="paragraph">
                  <wp:posOffset>2286000</wp:posOffset>
                </wp:positionV>
                <wp:extent cx="2047875" cy="566420"/>
                <wp:effectExtent l="13970" t="9525" r="5080" b="5080"/>
                <wp:wrapNone/>
                <wp:docPr id="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56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AA6C4F" w:rsidP="003754BD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lang w:val="fr-FR"/>
                              </w:rPr>
                              <w:t>je</w:t>
                            </w:r>
                            <w:proofErr w:type="gramEnd"/>
                            <w:r>
                              <w:rPr>
                                <w:sz w:val="20"/>
                                <w:lang w:val="fr-FR"/>
                              </w:rPr>
                              <w:t xml:space="preserve"> te 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___________________ 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>(donner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)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plus de temps tranquille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1" style="position:absolute;margin-left:495.35pt;margin-top:180pt;width:161.25pt;height:4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">
                <v:textbox>
                  <w:txbxContent>
                    <w:p w:rsidR="003754BD" w:rsidRPr="00A44C43" w:rsidRDefault="00AA6C4F" w:rsidP="003754BD">
                      <w:pPr>
                        <w:rPr>
                          <w:sz w:val="20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lang w:val="fr-FR"/>
                        </w:rPr>
                        <w:t>je</w:t>
                      </w:r>
                      <w:proofErr w:type="gramEnd"/>
                      <w:r>
                        <w:rPr>
                          <w:sz w:val="20"/>
                          <w:lang w:val="fr-FR"/>
                        </w:rPr>
                        <w:t xml:space="preserve"> te 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___________________ </w:t>
                      </w:r>
                      <w:r w:rsidR="003754BD">
                        <w:rPr>
                          <w:sz w:val="20"/>
                          <w:lang w:val="fr-FR"/>
                        </w:rPr>
                        <w:t>(donner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) </w:t>
                      </w:r>
                      <w:r>
                        <w:rPr>
                          <w:sz w:val="20"/>
                          <w:lang w:val="fr-FR"/>
                        </w:rPr>
                        <w:t>plus de temps tranquille</w:t>
                      </w:r>
                      <w:r w:rsidR="003754BD">
                        <w:rPr>
                          <w:sz w:val="20"/>
                          <w:lang w:val="fr-FR"/>
                        </w:rPr>
                        <w:t>.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2857500</wp:posOffset>
                </wp:positionV>
                <wp:extent cx="1933575" cy="567055"/>
                <wp:effectExtent l="9525" t="9525" r="9525" b="13970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3754BD" w:rsidP="003754BD">
                            <w:pPr>
                              <w:jc w:val="both"/>
                              <w:rPr>
                                <w:sz w:val="20"/>
                                <w:lang w:val="fr-FR"/>
                              </w:rPr>
                            </w:pPr>
                            <w:r w:rsidRPr="00A44C43">
                              <w:rPr>
                                <w:sz w:val="20"/>
                                <w:lang w:val="fr-FR"/>
                              </w:rPr>
                              <w:t>Marie</w:t>
                            </w:r>
                            <w:r w:rsidR="005C3AA6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>___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___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___________ (venir) </w:t>
                            </w:r>
                            <w:r w:rsidR="005C3AA6">
                              <w:rPr>
                                <w:sz w:val="20"/>
                                <w:lang w:val="fr-FR"/>
                              </w:rPr>
                              <w:t xml:space="preserve">chez moi taper sa </w:t>
                            </w:r>
                            <w:r w:rsidR="005C3AA6">
                              <w:rPr>
                                <w:sz w:val="20"/>
                                <w:lang w:val="fr-FR"/>
                              </w:rPr>
                              <w:t>rédaction.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margin-left:4in;margin-top:225pt;width:152.25pt;height:44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">
                <v:textbox>
                  <w:txbxContent>
                    <w:p w:rsidR="003754BD" w:rsidRPr="00A44C43" w:rsidRDefault="003754BD" w:rsidP="003754BD">
                      <w:pPr>
                        <w:jc w:val="both"/>
                        <w:rPr>
                          <w:sz w:val="20"/>
                          <w:lang w:val="fr-FR"/>
                        </w:rPr>
                      </w:pPr>
                      <w:r w:rsidRPr="00A44C43">
                        <w:rPr>
                          <w:sz w:val="20"/>
                          <w:lang w:val="fr-FR"/>
                        </w:rPr>
                        <w:t>Marie</w:t>
                      </w:r>
                      <w:r w:rsidR="005C3AA6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Pr="00A44C43">
                        <w:rPr>
                          <w:sz w:val="20"/>
                          <w:lang w:val="fr-FR"/>
                        </w:rPr>
                        <w:t>___</w:t>
                      </w:r>
                      <w:r>
                        <w:rPr>
                          <w:sz w:val="20"/>
                          <w:lang w:val="fr-FR"/>
                        </w:rPr>
                        <w:t>___</w:t>
                      </w:r>
                      <w:r w:rsidRPr="00A44C43">
                        <w:rPr>
                          <w:sz w:val="20"/>
                          <w:lang w:val="fr-FR"/>
                        </w:rPr>
                        <w:t xml:space="preserve">___________ (venir) </w:t>
                      </w:r>
                      <w:r w:rsidR="005C3AA6">
                        <w:rPr>
                          <w:sz w:val="20"/>
                          <w:lang w:val="fr-FR"/>
                        </w:rPr>
                        <w:t xml:space="preserve">chez moi taper sa </w:t>
                      </w:r>
                      <w:r w:rsidR="005C3AA6">
                        <w:rPr>
                          <w:sz w:val="20"/>
                          <w:lang w:val="fr-FR"/>
                        </w:rPr>
                        <w:t>rédaction.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3771900</wp:posOffset>
                </wp:positionV>
                <wp:extent cx="1823720" cy="567055"/>
                <wp:effectExtent l="9525" t="9525" r="5080" b="13970"/>
                <wp:wrapNone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Default="003754BD" w:rsidP="003754BD">
                            <w:pPr>
                              <w:rPr>
                                <w:sz w:val="20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Marc  __________________ (</w:t>
                            </w:r>
                            <w:r w:rsidR="00AA6C4F">
                              <w:rPr>
                                <w:sz w:val="20"/>
                                <w:lang w:val="fr-FR"/>
                              </w:rPr>
                              <w:t>regarder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) </w:t>
                            </w:r>
                            <w:r w:rsidR="00AA6C4F">
                              <w:rPr>
                                <w:sz w:val="20"/>
                                <w:lang w:val="fr-FR"/>
                              </w:rPr>
                              <w:t xml:space="preserve">des vidéos de </w:t>
                            </w:r>
                            <w:proofErr w:type="spellStart"/>
                            <w:r w:rsidR="00AA6C4F">
                              <w:rPr>
                                <w:sz w:val="20"/>
                                <w:lang w:val="fr-FR"/>
                              </w:rPr>
                              <w:t>YouTube</w:t>
                            </w:r>
                            <w:proofErr w:type="spellEnd"/>
                            <w:r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3" style="position:absolute;margin-left:486pt;margin-top:297pt;width:143.6pt;height:4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">
                <v:textbox>
                  <w:txbxContent>
                    <w:p w:rsidR="003754BD" w:rsidRDefault="003754BD" w:rsidP="003754BD">
                      <w:pPr>
                        <w:rPr>
                          <w:sz w:val="20"/>
                          <w:u w:val="single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Marc  __________________ (</w:t>
                      </w:r>
                      <w:r w:rsidR="00AA6C4F">
                        <w:rPr>
                          <w:sz w:val="20"/>
                          <w:lang w:val="fr-FR"/>
                        </w:rPr>
                        <w:t>regarder</w:t>
                      </w:r>
                      <w:r>
                        <w:rPr>
                          <w:sz w:val="20"/>
                          <w:lang w:val="fr-FR"/>
                        </w:rPr>
                        <w:t xml:space="preserve">) </w:t>
                      </w:r>
                      <w:r w:rsidR="00AA6C4F">
                        <w:rPr>
                          <w:sz w:val="20"/>
                          <w:lang w:val="fr-FR"/>
                        </w:rPr>
                        <w:t xml:space="preserve">des vidéos de </w:t>
                      </w:r>
                      <w:proofErr w:type="spellStart"/>
                      <w:r w:rsidR="00AA6C4F">
                        <w:rPr>
                          <w:sz w:val="20"/>
                          <w:lang w:val="fr-FR"/>
                        </w:rPr>
                        <w:t>YouTube</w:t>
                      </w:r>
                      <w:proofErr w:type="spellEnd"/>
                      <w:r>
                        <w:rPr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3776345</wp:posOffset>
                </wp:positionH>
                <wp:positionV relativeFrom="paragraph">
                  <wp:posOffset>1947545</wp:posOffset>
                </wp:positionV>
                <wp:extent cx="1929130" cy="561975"/>
                <wp:effectExtent l="13970" t="13970" r="9525" b="5080"/>
                <wp:wrapNone/>
                <wp:docPr id="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91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5C3AA6" w:rsidP="003754BD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lang w:val="fr-FR"/>
                              </w:rPr>
                              <w:t>je</w:t>
                            </w:r>
                            <w:proofErr w:type="gramEnd"/>
                            <w:r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____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>_________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>_______ (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pouvoir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)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faire des projets plus vite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297.35pt;margin-top:153.35pt;width:151.9pt;height:44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">
                <v:textbox>
                  <w:txbxContent>
                    <w:p w:rsidR="003754BD" w:rsidRPr="00A44C43" w:rsidRDefault="005C3AA6" w:rsidP="003754BD">
                      <w:pPr>
                        <w:rPr>
                          <w:sz w:val="20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lang w:val="fr-FR"/>
                        </w:rPr>
                        <w:t>je</w:t>
                      </w:r>
                      <w:proofErr w:type="gramEnd"/>
                      <w:r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____</w:t>
                      </w:r>
                      <w:r w:rsidR="003754BD">
                        <w:rPr>
                          <w:sz w:val="20"/>
                          <w:lang w:val="fr-FR"/>
                        </w:rPr>
                        <w:t>_________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>_______ (</w:t>
                      </w:r>
                      <w:r>
                        <w:rPr>
                          <w:sz w:val="20"/>
                          <w:lang w:val="fr-FR"/>
                        </w:rPr>
                        <w:t>pouvoir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) </w:t>
                      </w:r>
                      <w:r>
                        <w:rPr>
                          <w:sz w:val="20"/>
                          <w:lang w:val="fr-FR"/>
                        </w:rPr>
                        <w:t>faire des projets plus vite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1833245</wp:posOffset>
                </wp:positionV>
                <wp:extent cx="2162175" cy="567055"/>
                <wp:effectExtent l="13970" t="13970" r="5080" b="952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Default="005C3AA6" w:rsidP="003754BD">
                            <w:pPr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Claudine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___________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>_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__________ (rentrer)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chez elle pour me parler par Skype.</w:t>
                            </w:r>
                            <w:r w:rsidR="003754BD"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5" style="position:absolute;margin-left:36.35pt;margin-top:144.35pt;width:170.25pt;height:44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">
                <v:textbox>
                  <w:txbxContent>
                    <w:p w:rsidR="003754BD" w:rsidRDefault="005C3AA6" w:rsidP="003754BD">
                      <w:pPr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Claudine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___________</w:t>
                      </w:r>
                      <w:r w:rsidR="003754BD">
                        <w:rPr>
                          <w:sz w:val="20"/>
                          <w:lang w:val="fr-FR"/>
                        </w:rPr>
                        <w:t>_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__________ (rentrer) </w:t>
                      </w:r>
                      <w:r>
                        <w:rPr>
                          <w:sz w:val="20"/>
                          <w:lang w:val="fr-FR"/>
                        </w:rPr>
                        <w:t>chez elle pour me parler par Skype.</w:t>
                      </w:r>
                      <w:r w:rsidR="003754BD">
                        <w:rPr>
                          <w:sz w:val="18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2628900</wp:posOffset>
                </wp:positionV>
                <wp:extent cx="2166620" cy="566420"/>
                <wp:effectExtent l="9525" t="9525" r="5080" b="508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6620" cy="56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5C3AA6" w:rsidP="003754BD">
                            <w:pPr>
                              <w:pStyle w:val="BodyText2"/>
                              <w:jc w:val="left"/>
                              <w:rPr>
                                <w:sz w:val="20"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v</w:t>
                            </w:r>
                            <w:r w:rsidR="003754BD" w:rsidRPr="00A44C43">
                              <w:rPr>
                                <w:sz w:val="20"/>
                              </w:rPr>
                              <w:t>ous</w:t>
                            </w:r>
                            <w:proofErr w:type="gramEnd"/>
                            <w:r w:rsidR="003754BD" w:rsidRPr="00A44C43">
                              <w:rPr>
                                <w:sz w:val="20"/>
                              </w:rPr>
                              <w:t xml:space="preserve"> </w:t>
                            </w:r>
                            <w:r w:rsidR="003833A8">
                              <w:rPr>
                                <w:sz w:val="20"/>
                              </w:rPr>
                              <w:t xml:space="preserve">y </w:t>
                            </w:r>
                            <w:r w:rsidR="003754BD" w:rsidRPr="00A44C43">
                              <w:rPr>
                                <w:sz w:val="20"/>
                              </w:rPr>
                              <w:t xml:space="preserve">_______________________ (faire) </w:t>
                            </w:r>
                            <w:r>
                              <w:rPr>
                                <w:sz w:val="20"/>
                              </w:rPr>
                              <w:t xml:space="preserve">vos </w:t>
                            </w:r>
                            <w:r w:rsidR="003833A8">
                              <w:rPr>
                                <w:sz w:val="20"/>
                              </w:rPr>
                              <w:t xml:space="preserve">rapports pour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3833A8">
                              <w:rPr>
                                <w:sz w:val="20"/>
                              </w:rPr>
                              <w:t>le travail</w:t>
                            </w:r>
                            <w:r w:rsidR="003754BD" w:rsidRPr="00A44C43"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6" style="position:absolute;margin-left:27pt;margin-top:207pt;width:170.6pt;height:44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">
                <v:textbox>
                  <w:txbxContent>
                    <w:p w:rsidR="003754BD" w:rsidRPr="00A44C43" w:rsidRDefault="005C3AA6" w:rsidP="003754BD">
                      <w:pPr>
                        <w:pStyle w:val="BodyText2"/>
                        <w:jc w:val="left"/>
                        <w:rPr>
                          <w:sz w:val="20"/>
                          <w:u w:val="single"/>
                        </w:rPr>
                      </w:pPr>
                      <w:proofErr w:type="gramStart"/>
                      <w:r>
                        <w:rPr>
                          <w:sz w:val="20"/>
                        </w:rPr>
                        <w:t>v</w:t>
                      </w:r>
                      <w:r w:rsidR="003754BD" w:rsidRPr="00A44C43">
                        <w:rPr>
                          <w:sz w:val="20"/>
                        </w:rPr>
                        <w:t>ous</w:t>
                      </w:r>
                      <w:proofErr w:type="gramEnd"/>
                      <w:r w:rsidR="003754BD" w:rsidRPr="00A44C43">
                        <w:rPr>
                          <w:sz w:val="20"/>
                        </w:rPr>
                        <w:t xml:space="preserve"> </w:t>
                      </w:r>
                      <w:r w:rsidR="003833A8">
                        <w:rPr>
                          <w:sz w:val="20"/>
                        </w:rPr>
                        <w:t xml:space="preserve">y </w:t>
                      </w:r>
                      <w:r w:rsidR="003754BD" w:rsidRPr="00A44C43">
                        <w:rPr>
                          <w:sz w:val="20"/>
                        </w:rPr>
                        <w:t xml:space="preserve">_______________________ (faire) </w:t>
                      </w:r>
                      <w:r>
                        <w:rPr>
                          <w:sz w:val="20"/>
                        </w:rPr>
                        <w:t xml:space="preserve">vos </w:t>
                      </w:r>
                      <w:r w:rsidR="003833A8">
                        <w:rPr>
                          <w:sz w:val="20"/>
                        </w:rPr>
                        <w:t xml:space="preserve">rapports pour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3833A8">
                        <w:rPr>
                          <w:sz w:val="20"/>
                        </w:rPr>
                        <w:t>le travail</w:t>
                      </w:r>
                      <w:r w:rsidR="003754BD" w:rsidRPr="00A44C43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3314700</wp:posOffset>
                </wp:positionV>
                <wp:extent cx="1938020" cy="567055"/>
                <wp:effectExtent l="9525" t="9525" r="5080" b="1397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F56" w:rsidRPr="004721CD" w:rsidRDefault="005C3AA6" w:rsidP="003754BD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n</w:t>
                            </w:r>
                            <w:r w:rsidR="000E3F56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>ous</w:t>
                            </w:r>
                            <w:proofErr w:type="gramEnd"/>
                            <w:r w:rsidR="000E3F56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________</w:t>
                            </w:r>
                            <w:r w:rsidR="000E3F56">
                              <w:rPr>
                                <w:sz w:val="20"/>
                                <w:szCs w:val="20"/>
                                <w:lang w:val="fr-FR"/>
                              </w:rPr>
                              <w:t>_________</w:t>
                            </w:r>
                            <w:r w:rsidR="000E3F56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>___ (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écrire</w:t>
                            </w:r>
                            <w:r w:rsidR="000E3F56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)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souvent des </w:t>
                            </w:r>
                            <w:proofErr w:type="spellStart"/>
                            <w:r w:rsidR="003833A8">
                              <w:rPr>
                                <w:sz w:val="20"/>
                                <w:szCs w:val="20"/>
                                <w:lang w:val="fr-FR"/>
                              </w:rPr>
                              <w:t>Tweets</w:t>
                            </w:r>
                            <w:proofErr w:type="spellEnd"/>
                            <w:r w:rsidR="000E3F56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7" style="position:absolute;margin-left:9pt;margin-top:261pt;width:152.6pt;height:44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FIWKQIAAE8EAAAOAAAAZHJzL2Uyb0RvYy54bWysVFFv0zAQfkfiP1h+p0lK07V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">
                <v:textbox>
                  <w:txbxContent>
                    <w:p w:rsidR="000E3F56" w:rsidRPr="004721CD" w:rsidRDefault="005C3AA6" w:rsidP="003754BD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  <w:lang w:val="fr-FR"/>
                        </w:rPr>
                        <w:t>n</w:t>
                      </w:r>
                      <w:r w:rsidR="000E3F56" w:rsidRPr="004721CD">
                        <w:rPr>
                          <w:sz w:val="20"/>
                          <w:szCs w:val="20"/>
                          <w:lang w:val="fr-FR"/>
                        </w:rPr>
                        <w:t>ous</w:t>
                      </w:r>
                      <w:proofErr w:type="gramEnd"/>
                      <w:r w:rsidR="000E3F56" w:rsidRPr="004721CD">
                        <w:rPr>
                          <w:sz w:val="20"/>
                          <w:szCs w:val="20"/>
                          <w:lang w:val="fr-FR"/>
                        </w:rPr>
                        <w:t xml:space="preserve"> ________</w:t>
                      </w:r>
                      <w:r w:rsidR="000E3F56">
                        <w:rPr>
                          <w:sz w:val="20"/>
                          <w:szCs w:val="20"/>
                          <w:lang w:val="fr-FR"/>
                        </w:rPr>
                        <w:t>_________</w:t>
                      </w:r>
                      <w:r w:rsidR="000E3F56" w:rsidRPr="004721CD">
                        <w:rPr>
                          <w:sz w:val="20"/>
                          <w:szCs w:val="20"/>
                          <w:lang w:val="fr-FR"/>
                        </w:rPr>
                        <w:t>___ (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>écrire</w:t>
                      </w:r>
                      <w:r w:rsidR="000E3F56" w:rsidRPr="004721CD">
                        <w:rPr>
                          <w:sz w:val="20"/>
                          <w:szCs w:val="20"/>
                          <w:lang w:val="fr-FR"/>
                        </w:rPr>
                        <w:t xml:space="preserve">)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 xml:space="preserve">souvent des </w:t>
                      </w:r>
                      <w:proofErr w:type="spellStart"/>
                      <w:r w:rsidR="003833A8">
                        <w:rPr>
                          <w:sz w:val="20"/>
                          <w:szCs w:val="20"/>
                          <w:lang w:val="fr-FR"/>
                        </w:rPr>
                        <w:t>Tweets</w:t>
                      </w:r>
                      <w:proofErr w:type="spellEnd"/>
                      <w:r w:rsidR="000E3F56">
                        <w:rPr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4000500</wp:posOffset>
                </wp:positionV>
                <wp:extent cx="1938020" cy="447675"/>
                <wp:effectExtent l="9525" t="9525" r="5080" b="9525"/>
                <wp:wrapNone/>
                <wp:docPr id="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4721CD" w:rsidRDefault="005C3AA6" w:rsidP="003754BD">
                            <w:pPr>
                              <w:rPr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mes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amis </w:t>
                            </w:r>
                            <w:r w:rsidR="003754BD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___</w:t>
                            </w:r>
                            <w:r w:rsidR="003754B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_______________ (être) 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contents pour moi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8" style="position:absolute;margin-left:-9pt;margin-top:315pt;width:152.6pt;height:35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">
                <v:textbox>
                  <w:txbxContent>
                    <w:p w:rsidR="003754BD" w:rsidRPr="004721CD" w:rsidRDefault="005C3AA6" w:rsidP="003754BD">
                      <w:pPr>
                        <w:rPr>
                          <w:sz w:val="20"/>
                          <w:szCs w:val="20"/>
                          <w:u w:val="single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  <w:lang w:val="fr-FR"/>
                        </w:rPr>
                        <w:t>mes</w:t>
                      </w:r>
                      <w:proofErr w:type="gramEnd"/>
                      <w:r>
                        <w:rPr>
                          <w:sz w:val="20"/>
                          <w:szCs w:val="20"/>
                          <w:lang w:val="fr-FR"/>
                        </w:rPr>
                        <w:t xml:space="preserve"> amis </w:t>
                      </w:r>
                      <w:r w:rsidR="003754BD" w:rsidRPr="004721CD">
                        <w:rPr>
                          <w:sz w:val="20"/>
                          <w:szCs w:val="20"/>
                          <w:lang w:val="fr-FR"/>
                        </w:rPr>
                        <w:t xml:space="preserve"> ___</w:t>
                      </w:r>
                      <w:r w:rsidR="003754BD">
                        <w:rPr>
                          <w:sz w:val="20"/>
                          <w:szCs w:val="20"/>
                          <w:lang w:val="fr-FR"/>
                        </w:rPr>
                        <w:t xml:space="preserve">_______________ (être) 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>contents pour moi !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4686300</wp:posOffset>
                </wp:positionV>
                <wp:extent cx="1714500" cy="567055"/>
                <wp:effectExtent l="9525" t="9525" r="9525" b="1397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4721CD" w:rsidRDefault="005C3AA6" w:rsidP="003754BD">
                            <w:pPr>
                              <w:rPr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je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n</w:t>
                            </w:r>
                            <w:r w:rsidR="003754BD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>’_</w:t>
                            </w:r>
                            <w:r w:rsidR="003754BD">
                              <w:rPr>
                                <w:sz w:val="20"/>
                                <w:szCs w:val="20"/>
                                <w:lang w:val="fr-FR"/>
                              </w:rPr>
                              <w:t>_</w:t>
                            </w:r>
                            <w:r w:rsidR="003754BD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>__________</w:t>
                            </w:r>
                            <w:r w:rsidR="003754B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3754BD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(avoir)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pas besoin d’utiliser celui de mon frère.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9" style="position:absolute;margin-left:-27pt;margin-top:369pt;width:135pt;height:44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">
                <v:textbox>
                  <w:txbxContent>
                    <w:p w:rsidR="003754BD" w:rsidRPr="004721CD" w:rsidRDefault="005C3AA6" w:rsidP="003754BD">
                      <w:pPr>
                        <w:rPr>
                          <w:sz w:val="20"/>
                          <w:szCs w:val="20"/>
                          <w:u w:val="single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  <w:lang w:val="fr-FR"/>
                        </w:rPr>
                        <w:t>je</w:t>
                      </w:r>
                      <w:proofErr w:type="gramEnd"/>
                      <w:r>
                        <w:rPr>
                          <w:sz w:val="20"/>
                          <w:szCs w:val="20"/>
                          <w:lang w:val="fr-FR"/>
                        </w:rPr>
                        <w:t xml:space="preserve"> n</w:t>
                      </w:r>
                      <w:r w:rsidR="003754BD" w:rsidRPr="004721CD">
                        <w:rPr>
                          <w:sz w:val="20"/>
                          <w:szCs w:val="20"/>
                          <w:lang w:val="fr-FR"/>
                        </w:rPr>
                        <w:t>’_</w:t>
                      </w:r>
                      <w:r w:rsidR="003754BD">
                        <w:rPr>
                          <w:sz w:val="20"/>
                          <w:szCs w:val="20"/>
                          <w:lang w:val="fr-FR"/>
                        </w:rPr>
                        <w:t>_</w:t>
                      </w:r>
                      <w:r w:rsidR="003754BD" w:rsidRPr="004721CD">
                        <w:rPr>
                          <w:sz w:val="20"/>
                          <w:szCs w:val="20"/>
                          <w:lang w:val="fr-FR"/>
                        </w:rPr>
                        <w:t>__________</w:t>
                      </w:r>
                      <w:r w:rsidR="003754BD">
                        <w:rPr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3754BD" w:rsidRPr="004721CD">
                        <w:rPr>
                          <w:sz w:val="20"/>
                          <w:szCs w:val="20"/>
                          <w:lang w:val="fr-FR"/>
                        </w:rPr>
                        <w:t xml:space="preserve">(avoir)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>pas besoin d’utiliser celui de mon frère.</w:t>
                      </w:r>
                    </w:p>
                  </w:txbxContent>
                </v:textbox>
              </v:rect>
            </w:pict>
          </mc:Fallback>
        </mc:AlternateContent>
      </w:r>
      <w:r w:rsidR="00BB6522">
        <w:rPr>
          <w:noProof/>
          <w:sz w:val="20"/>
          <w:lang w:val="fr-FR" w:eastAsia="fr-F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4229100</wp:posOffset>
            </wp:positionV>
            <wp:extent cx="1600200" cy="923925"/>
            <wp:effectExtent l="19050" t="0" r="0" b="0"/>
            <wp:wrapSquare wrapText="bothSides"/>
            <wp:docPr id="15" name="Picture 15" descr="j0140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014063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3657600</wp:posOffset>
                </wp:positionV>
                <wp:extent cx="1819910" cy="676275"/>
                <wp:effectExtent l="9525" t="9525" r="8890" b="9525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91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5C3AA6" w:rsidP="003754BD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lang w:val="fr-FR"/>
                              </w:rPr>
                              <w:t>j</w:t>
                            </w:r>
                            <w:proofErr w:type="gramEnd"/>
                            <w:r>
                              <w:rPr>
                                <w:sz w:val="20"/>
                                <w:lang w:val="fr-FR"/>
                              </w:rPr>
                              <w:t>’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 xml:space="preserve"> ______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>______________ (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envoyer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)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des mails à Mamie parce qu’elle sait comment le faire maintenant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:rsidR="003754BD" w:rsidRDefault="003754BD" w:rsidP="003754BD">
                            <w:pPr>
                              <w:rPr>
                                <w:sz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40" style="position:absolute;margin-left:315pt;margin-top:4in;width:143.3pt;height:5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">
                <v:textbox>
                  <w:txbxContent>
                    <w:p w:rsidR="003754BD" w:rsidRPr="00A44C43" w:rsidRDefault="005C3AA6" w:rsidP="003754BD">
                      <w:pPr>
                        <w:rPr>
                          <w:sz w:val="20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lang w:val="fr-FR"/>
                        </w:rPr>
                        <w:t>j</w:t>
                      </w:r>
                      <w:proofErr w:type="gramEnd"/>
                      <w:r>
                        <w:rPr>
                          <w:sz w:val="20"/>
                          <w:lang w:val="fr-FR"/>
                        </w:rPr>
                        <w:t>’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3754BD">
                        <w:rPr>
                          <w:sz w:val="20"/>
                          <w:lang w:val="fr-FR"/>
                        </w:rPr>
                        <w:t xml:space="preserve"> ______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>______________ (</w:t>
                      </w:r>
                      <w:r>
                        <w:rPr>
                          <w:sz w:val="20"/>
                          <w:lang w:val="fr-FR"/>
                        </w:rPr>
                        <w:t>envoyer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) </w:t>
                      </w:r>
                      <w:r>
                        <w:rPr>
                          <w:sz w:val="20"/>
                          <w:lang w:val="fr-FR"/>
                        </w:rPr>
                        <w:t>des mails à Mamie parce qu’elle sait comment le faire maintenant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>.</w:t>
                      </w:r>
                    </w:p>
                    <w:p w:rsidR="003754BD" w:rsidRDefault="003754BD" w:rsidP="003754BD">
                      <w:pPr>
                        <w:rPr>
                          <w:sz w:val="16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4576445</wp:posOffset>
                </wp:positionV>
                <wp:extent cx="1938020" cy="681355"/>
                <wp:effectExtent l="9525" t="13970" r="5080" b="9525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Default="005C3AA6" w:rsidP="003754BD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lang w:val="fr-FR"/>
                              </w:rPr>
                              <w:t>tu</w:t>
                            </w:r>
                            <w:proofErr w:type="gramEnd"/>
                            <w:r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 xml:space="preserve"> __________________ (aller)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à ma chambre pour voir que je l’utilise pour l’école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41" style="position:absolute;margin-left:405pt;margin-top:360.35pt;width:152.6pt;height:53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">
                <v:textbox>
                  <w:txbxContent>
                    <w:p w:rsidR="003754BD" w:rsidRDefault="005C3AA6" w:rsidP="003754BD">
                      <w:pPr>
                        <w:rPr>
                          <w:sz w:val="20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lang w:val="fr-FR"/>
                        </w:rPr>
                        <w:t>tu</w:t>
                      </w:r>
                      <w:proofErr w:type="gramEnd"/>
                      <w:r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3754BD">
                        <w:rPr>
                          <w:sz w:val="20"/>
                          <w:lang w:val="fr-FR"/>
                        </w:rPr>
                        <w:t xml:space="preserve"> __________________ (aller) </w:t>
                      </w:r>
                      <w:r>
                        <w:rPr>
                          <w:sz w:val="20"/>
                          <w:lang w:val="fr-FR"/>
                        </w:rPr>
                        <w:t>à ma chambre pour voir que je l’utilise pour l’école</w:t>
                      </w:r>
                      <w:r w:rsidR="003754BD">
                        <w:rPr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1143000</wp:posOffset>
                </wp:positionV>
                <wp:extent cx="1823720" cy="567055"/>
                <wp:effectExtent l="9525" t="9525" r="5080" b="1397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5C3AA6" w:rsidP="003754BD">
                            <w:pPr>
                              <w:pStyle w:val="BodyText2"/>
                              <w:jc w:val="left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o</w:t>
                            </w:r>
                            <w:r w:rsidR="003754BD" w:rsidRPr="00A44C43">
                              <w:rPr>
                                <w:sz w:val="20"/>
                              </w:rPr>
                              <w:t>n</w:t>
                            </w:r>
                            <w:proofErr w:type="gramEnd"/>
                            <w:r w:rsidR="003754BD" w:rsidRPr="00A44C43">
                              <w:rPr>
                                <w:sz w:val="20"/>
                              </w:rPr>
                              <w:t xml:space="preserve"> __</w:t>
                            </w:r>
                            <w:r w:rsidR="003754BD">
                              <w:rPr>
                                <w:sz w:val="20"/>
                              </w:rPr>
                              <w:t>___</w:t>
                            </w:r>
                            <w:r w:rsidR="003754BD" w:rsidRPr="00A44C43">
                              <w:rPr>
                                <w:sz w:val="20"/>
                              </w:rPr>
                              <w:t>_______________ (rester) à la maison vendredi soir.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42" style="position:absolute;margin-left:270pt;margin-top:90pt;width:143.6pt;height:44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">
                <v:textbox>
                  <w:txbxContent>
                    <w:p w:rsidR="003754BD" w:rsidRPr="00A44C43" w:rsidRDefault="005C3AA6" w:rsidP="003754BD">
                      <w:pPr>
                        <w:pStyle w:val="BodyText2"/>
                        <w:jc w:val="left"/>
                        <w:rPr>
                          <w:sz w:val="20"/>
                        </w:rPr>
                      </w:pPr>
                      <w:proofErr w:type="gramStart"/>
                      <w:r>
                        <w:rPr>
                          <w:sz w:val="20"/>
                        </w:rPr>
                        <w:t>o</w:t>
                      </w:r>
                      <w:r w:rsidR="003754BD" w:rsidRPr="00A44C43">
                        <w:rPr>
                          <w:sz w:val="20"/>
                        </w:rPr>
                        <w:t>n</w:t>
                      </w:r>
                      <w:proofErr w:type="gramEnd"/>
                      <w:r w:rsidR="003754BD" w:rsidRPr="00A44C43">
                        <w:rPr>
                          <w:sz w:val="20"/>
                        </w:rPr>
                        <w:t xml:space="preserve"> __</w:t>
                      </w:r>
                      <w:r w:rsidR="003754BD">
                        <w:rPr>
                          <w:sz w:val="20"/>
                        </w:rPr>
                        <w:t>___</w:t>
                      </w:r>
                      <w:r w:rsidR="003754BD" w:rsidRPr="00A44C43">
                        <w:rPr>
                          <w:sz w:val="20"/>
                        </w:rPr>
                        <w:t>_______________ (rester) à la maison vendredi soir.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228600</wp:posOffset>
                </wp:positionV>
                <wp:extent cx="1823720" cy="561975"/>
                <wp:effectExtent l="9525" t="9525" r="5080" b="952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Default="003833A8" w:rsidP="003754BD">
                            <w:pPr>
                              <w:rPr>
                                <w:sz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lang w:val="fr-FR"/>
                              </w:rPr>
                              <w:t>t</w:t>
                            </w:r>
                            <w:r w:rsidR="003754BD">
                              <w:rPr>
                                <w:sz w:val="18"/>
                                <w:lang w:val="fr-FR"/>
                              </w:rPr>
                              <w:t>u</w:t>
                            </w:r>
                            <w:proofErr w:type="gramEnd"/>
                            <w:r w:rsidR="003754BD">
                              <w:rPr>
                                <w:sz w:val="18"/>
                                <w:lang w:val="fr-FR"/>
                              </w:rPr>
                              <w:t xml:space="preserve"> ______________________ (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>s’amuser</w:t>
                            </w:r>
                            <w:r w:rsidR="003754BD">
                              <w:rPr>
                                <w:sz w:val="18"/>
                                <w:lang w:val="fr-FR"/>
                              </w:rPr>
                              <w:t xml:space="preserve">) </w:t>
                            </w:r>
                            <w:r w:rsidR="005C3AA6">
                              <w:rPr>
                                <w:sz w:val="18"/>
                                <w:lang w:val="fr-FR"/>
                              </w:rPr>
                              <w:t>à surfer le web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43" style="position:absolute;margin-left:189pt;margin-top:18pt;width:143.6pt;height:4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">
                <v:textbox>
                  <w:txbxContent>
                    <w:p w:rsidR="003754BD" w:rsidRDefault="003833A8" w:rsidP="003754BD">
                      <w:pPr>
                        <w:rPr>
                          <w:sz w:val="18"/>
                          <w:lang w:val="fr-FR"/>
                        </w:rPr>
                      </w:pPr>
                      <w:proofErr w:type="gramStart"/>
                      <w:r>
                        <w:rPr>
                          <w:sz w:val="18"/>
                          <w:lang w:val="fr-FR"/>
                        </w:rPr>
                        <w:t>t</w:t>
                      </w:r>
                      <w:r w:rsidR="003754BD">
                        <w:rPr>
                          <w:sz w:val="18"/>
                          <w:lang w:val="fr-FR"/>
                        </w:rPr>
                        <w:t>u</w:t>
                      </w:r>
                      <w:proofErr w:type="gramEnd"/>
                      <w:r w:rsidR="003754BD">
                        <w:rPr>
                          <w:sz w:val="18"/>
                          <w:lang w:val="fr-FR"/>
                        </w:rPr>
                        <w:t xml:space="preserve"> ______________________ (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>s’amuser</w:t>
                      </w:r>
                      <w:r w:rsidR="003754BD">
                        <w:rPr>
                          <w:sz w:val="18"/>
                          <w:lang w:val="fr-FR"/>
                        </w:rPr>
                        <w:t xml:space="preserve">) </w:t>
                      </w:r>
                      <w:r w:rsidR="005C3AA6">
                        <w:rPr>
                          <w:sz w:val="18"/>
                          <w:lang w:val="fr-FR"/>
                        </w:rPr>
                        <w:t>à surfer le web !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-228600</wp:posOffset>
                </wp:positionV>
                <wp:extent cx="1704975" cy="567055"/>
                <wp:effectExtent l="9525" t="9525" r="9525" b="13970"/>
                <wp:wrapNone/>
                <wp:docPr id="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Default="00AA6C4F" w:rsidP="003754BD">
                            <w:pPr>
                              <w:pStyle w:val="BodyText"/>
                              <w:rPr>
                                <w:sz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lang w:val="fr-FR"/>
                              </w:rPr>
                              <w:t>tu</w:t>
                            </w:r>
                            <w:proofErr w:type="gramEnd"/>
                            <w:r>
                              <w:rPr>
                                <w:sz w:val="20"/>
                                <w:lang w:val="fr-FR"/>
                              </w:rPr>
                              <w:t xml:space="preserve"> ne le _______________ jamais (regretter)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4" style="position:absolute;margin-left:558pt;margin-top:-18pt;width:134.25pt;height:44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">
                <v:textbox>
                  <w:txbxContent>
                    <w:p w:rsidR="003754BD" w:rsidRDefault="00AA6C4F" w:rsidP="003754BD">
                      <w:pPr>
                        <w:pStyle w:val="BodyText"/>
                        <w:rPr>
                          <w:sz w:val="18"/>
                          <w:lang w:val="fr-FR"/>
                        </w:rPr>
                      </w:pPr>
                      <w:proofErr w:type="gramStart"/>
                      <w:r>
                        <w:rPr>
                          <w:sz w:val="20"/>
                          <w:lang w:val="fr-FR"/>
                        </w:rPr>
                        <w:t>tu</w:t>
                      </w:r>
                      <w:proofErr w:type="gramEnd"/>
                      <w:r>
                        <w:rPr>
                          <w:sz w:val="20"/>
                          <w:lang w:val="fr-FR"/>
                        </w:rPr>
                        <w:t xml:space="preserve"> ne le _______________ jamais (regretter) !</w:t>
                      </w:r>
                    </w:p>
                  </w:txbxContent>
                </v:textbox>
              </v:rect>
            </w:pict>
          </mc:Fallback>
        </mc:AlternateContent>
      </w:r>
      <w:r w:rsidR="00BB6522">
        <w:rPr>
          <w:noProof/>
          <w:lang w:val="fr-FR" w:eastAsia="fr-FR"/>
        </w:rPr>
        <w:drawing>
          <wp:inline distT="0" distB="0" distL="0" distR="0">
            <wp:extent cx="1595755" cy="889000"/>
            <wp:effectExtent l="0" t="0" r="4445" b="0"/>
            <wp:docPr id="1" name="Picture 1" descr="j0277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7728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54BD">
      <w:pgSz w:w="15840" w:h="12240" w:orient="landscape" w:code="1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15A"/>
    <w:rsid w:val="000E3F56"/>
    <w:rsid w:val="003754BD"/>
    <w:rsid w:val="003833A8"/>
    <w:rsid w:val="005C3AA6"/>
    <w:rsid w:val="00603C62"/>
    <w:rsid w:val="00603E9D"/>
    <w:rsid w:val="0065215A"/>
    <w:rsid w:val="00AA6C4F"/>
    <w:rsid w:val="00BB6522"/>
    <w:rsid w:val="00F932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sz w:val="16"/>
      <w:lang w:val="fr-FR"/>
    </w:rPr>
  </w:style>
  <w:style w:type="paragraph" w:styleId="BalloonText">
    <w:name w:val="Balloon Text"/>
    <w:basedOn w:val="Normal"/>
    <w:link w:val="BalloonTextChar"/>
    <w:rsid w:val="00BB65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652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sz w:val="16"/>
      <w:lang w:val="fr-FR"/>
    </w:rPr>
  </w:style>
  <w:style w:type="paragraph" w:styleId="BalloonText">
    <w:name w:val="Balloon Text"/>
    <w:basedOn w:val="Normal"/>
    <w:link w:val="BalloonTextChar"/>
    <w:rsid w:val="00BB65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652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4%20-%20Templates\Games\Grammaire\Serp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Serpent</Template>
  <TotalTime>18</TotalTime>
  <Pages>1</Pages>
  <Words>5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2007-05-09T11:55:00Z</cp:lastPrinted>
  <dcterms:created xsi:type="dcterms:W3CDTF">2013-02-18T18:28:00Z</dcterms:created>
  <dcterms:modified xsi:type="dcterms:W3CDTF">2013-02-18T18:46:00Z</dcterms:modified>
</cp:coreProperties>
</file>